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09" w:rsidRDefault="00526159" w:rsidP="0078194F">
      <w:pPr>
        <w:tabs>
          <w:tab w:val="left" w:pos="2160"/>
        </w:tabs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0400" behindDoc="0" locked="0" layoutInCell="1" allowOverlap="1" wp14:anchorId="376B3D83" wp14:editId="28239119">
                <wp:simplePos x="0" y="0"/>
                <wp:positionH relativeFrom="column">
                  <wp:posOffset>-9525</wp:posOffset>
                </wp:positionH>
                <wp:positionV relativeFrom="paragraph">
                  <wp:posOffset>3371850</wp:posOffset>
                </wp:positionV>
                <wp:extent cx="1352550" cy="4457700"/>
                <wp:effectExtent l="19050" t="19050" r="19050" b="1905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2550" cy="44577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 algn="in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FB5FCB" w:rsidRPr="00442831" w:rsidRDefault="00FB5FCB" w:rsidP="00BA1E24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ind w:left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 w:rsidRPr="0044283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 xml:space="preserve">Step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>2</w:t>
                            </w:r>
                          </w:p>
                          <w:p w:rsidR="00FB5FCB" w:rsidRDefault="00FB5FCB" w:rsidP="00E33412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ind w:left="450" w:hanging="3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 xml:space="preserve">6.   </w:t>
                            </w: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 xml:space="preserve">Select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 xml:space="preserve">census tract </w:t>
                            </w: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 xml:space="preserve">from the drop down menu </w:t>
                            </w:r>
                          </w:p>
                          <w:p w:rsidR="00FB5FCB" w:rsidRDefault="00FB5FCB" w:rsidP="00C8590D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ind w:left="450" w:hanging="3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 xml:space="preserve">     </w:t>
                            </w: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Click on the Boundaries &amp; Features Tab, select Census Tract Boundary &amp; Label &amp; hit update button</w:t>
                            </w:r>
                          </w:p>
                          <w:p w:rsidR="00FB5FCB" w:rsidRPr="00A47963" w:rsidRDefault="00FB5FCB" w:rsidP="00C8590D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ind w:left="450" w:hanging="3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8.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 xml:space="preserve">     Zoom in using scroll bar on left of map</w:t>
                            </w:r>
                          </w:p>
                          <w:p w:rsidR="00FB5FCB" w:rsidRPr="00A47963" w:rsidRDefault="00FB5FCB" w:rsidP="00E33412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ind w:left="450" w:hanging="3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9</w:t>
                            </w: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.    Click on the point tool, and then the select the tracts on the map you want to identify</w:t>
                            </w:r>
                          </w:p>
                          <w:p w:rsidR="00FB5FCB" w:rsidRPr="00A47963" w:rsidRDefault="00FB5FCB" w:rsidP="00E33412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180"/>
                              </w:tabs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 xml:space="preserve"> </w:t>
                            </w: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Add to Your Selection, then close the geography overlay page</w:t>
                            </w:r>
                          </w:p>
                          <w:p w:rsidR="00FB5FCB" w:rsidRDefault="00FB5FCB" w:rsidP="00BA1E24">
                            <w:pPr>
                              <w:pStyle w:val="BodyText3"/>
                              <w:widowControl w:val="0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80"/>
                              </w:tabs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down Product Type</w:t>
                            </w:r>
                          </w:p>
                          <w:p w:rsidR="00FB5FCB" w:rsidRPr="00615E13" w:rsidRDefault="00FB5FCB" w:rsidP="00BA1E24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"/>
                              </w:tabs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Select Data Profile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-.75pt;margin-top:265.5pt;width:106.5pt;height:351pt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" fillcolor="#c6d9f1 [671]" strokecolor="#17365d [2415]" strokeweight="2.25pt" insetpen="t">
                <o:lock v:ext="edit" shapetype="t"/>
                <v:textbox inset="2.85pt,2.85pt,2.85pt,2.85pt">
                  <w:txbxContent>
                    <w:p w:rsidR="00FB5FCB" w:rsidRPr="00442831" w:rsidRDefault="00FB5FCB" w:rsidP="00BA1E24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ind w:left="18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</w:pPr>
                      <w:r w:rsidRPr="00442831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  <w:t xml:space="preserve">Step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  <w:t>2</w:t>
                      </w:r>
                    </w:p>
                    <w:p w:rsidR="00FB5FCB" w:rsidRDefault="00FB5FCB" w:rsidP="00E33412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ind w:left="450" w:hanging="3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 xml:space="preserve">6.   </w:t>
                      </w: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 xml:space="preserve">Select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 xml:space="preserve">census tract </w:t>
                      </w: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 xml:space="preserve">from the drop down menu </w:t>
                      </w:r>
                    </w:p>
                    <w:p w:rsidR="00FB5FCB" w:rsidRDefault="00FB5FCB" w:rsidP="00C8590D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ind w:left="450" w:hanging="3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7.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 xml:space="preserve">     </w:t>
                      </w: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Click on the Boundaries &amp; Features Tab, select Census Tract Boundary &amp; Label &amp; hit update button</w:t>
                      </w:r>
                    </w:p>
                    <w:p w:rsidR="00FB5FCB" w:rsidRPr="00A47963" w:rsidRDefault="00FB5FCB" w:rsidP="00C8590D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ind w:left="450" w:hanging="3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8.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 xml:space="preserve">     Zoom in using scroll bar on left of map</w:t>
                      </w:r>
                    </w:p>
                    <w:p w:rsidR="00FB5FCB" w:rsidRPr="00A47963" w:rsidRDefault="00FB5FCB" w:rsidP="00E33412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ind w:left="450" w:hanging="3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9</w:t>
                      </w: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.    Click on the point tool, and then the select the tracts on the map you want to identify</w:t>
                      </w:r>
                    </w:p>
                    <w:p w:rsidR="00FB5FCB" w:rsidRPr="00A47963" w:rsidRDefault="00FB5FCB" w:rsidP="00E33412">
                      <w:pPr>
                        <w:pStyle w:val="BodyText3"/>
                        <w:widowControl w:val="0"/>
                        <w:numPr>
                          <w:ilvl w:val="0"/>
                          <w:numId w:val="22"/>
                        </w:numPr>
                        <w:tabs>
                          <w:tab w:val="left" w:pos="180"/>
                        </w:tabs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 xml:space="preserve"> </w:t>
                      </w: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Add to Your Selection, then close the geography overlay page</w:t>
                      </w:r>
                    </w:p>
                    <w:p w:rsidR="00FB5FCB" w:rsidRDefault="00FB5FCB" w:rsidP="00BA1E24">
                      <w:pPr>
                        <w:pStyle w:val="BodyText3"/>
                        <w:widowControl w:val="0"/>
                        <w:numPr>
                          <w:ilvl w:val="2"/>
                          <w:numId w:val="4"/>
                        </w:numPr>
                        <w:tabs>
                          <w:tab w:val="left" w:pos="180"/>
                        </w:tabs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down Product Type</w:t>
                      </w:r>
                    </w:p>
                    <w:p w:rsidR="00FB5FCB" w:rsidRPr="00615E13" w:rsidRDefault="00FB5FCB" w:rsidP="00BA1E24">
                      <w:pPr>
                        <w:pStyle w:val="BodyText3"/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left" w:pos="180"/>
                        </w:tabs>
                        <w:ind w:left="180" w:hanging="18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Select Data Profile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78242FF" wp14:editId="5B512573">
                <wp:simplePos x="0" y="0"/>
                <wp:positionH relativeFrom="column">
                  <wp:posOffset>1438275</wp:posOffset>
                </wp:positionH>
                <wp:positionV relativeFrom="paragraph">
                  <wp:posOffset>0</wp:posOffset>
                </wp:positionV>
                <wp:extent cx="5086350" cy="3362325"/>
                <wp:effectExtent l="0" t="0" r="19050" b="2857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336232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6" style="position:absolute;margin-left:113.25pt;margin-top:0;width:400.5pt;height:264.7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" filled="f" strokecolor="#243f60 [1604]"/>
            </w:pict>
          </mc:Fallback>
        </mc:AlternateContent>
      </w:r>
      <w:r w:rsidR="0035652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3168D82" wp14:editId="233FA12D">
                <wp:simplePos x="0" y="0"/>
                <wp:positionH relativeFrom="column">
                  <wp:posOffset>3952875</wp:posOffset>
                </wp:positionH>
                <wp:positionV relativeFrom="paragraph">
                  <wp:posOffset>960120</wp:posOffset>
                </wp:positionV>
                <wp:extent cx="342900" cy="257175"/>
                <wp:effectExtent l="0" t="0" r="19050" b="238125"/>
                <wp:wrapNone/>
                <wp:docPr id="30" name="Rectangular Callou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wedgeRectCallout">
                          <a:avLst>
                            <a:gd name="adj1" fmla="val -48611"/>
                            <a:gd name="adj2" fmla="val 121759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7807E0">
                            <w:pPr>
                              <w:jc w:val="center"/>
                            </w:pPr>
                            <w:r>
                              <w:t>5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83384B" wp14:editId="2E139C45">
                                  <wp:extent cx="134620" cy="25531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" cy="255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30" o:spid="_x0000_s1027" type="#_x0000_t61" style="position:absolute;margin-left:311.25pt;margin-top:75.6pt;width:27pt;height:20.2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" adj="300,37100" fillcolor="#c00000" strokecolor="#c00000" strokeweight="2pt">
                <v:textbox>
                  <w:txbxContent>
                    <w:p w:rsidR="00FB5FCB" w:rsidRDefault="00FB5FCB" w:rsidP="007807E0">
                      <w:pPr>
                        <w:jc w:val="center"/>
                      </w:pPr>
                      <w:r>
                        <w:t>5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D83384B" wp14:editId="2E139C45">
                            <wp:extent cx="134620" cy="25531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" cy="255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5652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B16F2DE" wp14:editId="1A701F58">
                <wp:simplePos x="0" y="0"/>
                <wp:positionH relativeFrom="column">
                  <wp:posOffset>4676775</wp:posOffset>
                </wp:positionH>
                <wp:positionV relativeFrom="paragraph">
                  <wp:posOffset>1960245</wp:posOffset>
                </wp:positionV>
                <wp:extent cx="342900" cy="257175"/>
                <wp:effectExtent l="19050" t="0" r="19050" b="219075"/>
                <wp:wrapNone/>
                <wp:docPr id="27" name="Rectangular Callou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wedgeRectCallout">
                          <a:avLst>
                            <a:gd name="adj1" fmla="val -51388"/>
                            <a:gd name="adj2" fmla="val 114352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7807E0">
                            <w:pPr>
                              <w:jc w:val="center"/>
                            </w:pPr>
                            <w:r>
                              <w:t>4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3A814C" wp14:editId="2A7F253D">
                                  <wp:extent cx="134620" cy="25531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" cy="255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27" o:spid="_x0000_s1028" type="#_x0000_t61" style="position:absolute;margin-left:368.25pt;margin-top:154.35pt;width:27pt;height:20.2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" adj="-300,35500" fillcolor="#c00000" strokecolor="#c00000" strokeweight="2pt">
                <v:textbox>
                  <w:txbxContent>
                    <w:p w:rsidR="00FB5FCB" w:rsidRDefault="00FB5FCB" w:rsidP="007807E0">
                      <w:pPr>
                        <w:jc w:val="center"/>
                      </w:pPr>
                      <w:r>
                        <w:t>4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73A814C" wp14:editId="2A7F253D">
                            <wp:extent cx="134620" cy="25531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" cy="255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5652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A6F2DA3" wp14:editId="7636A8AB">
                <wp:simplePos x="0" y="0"/>
                <wp:positionH relativeFrom="column">
                  <wp:posOffset>3438525</wp:posOffset>
                </wp:positionH>
                <wp:positionV relativeFrom="paragraph">
                  <wp:posOffset>2684145</wp:posOffset>
                </wp:positionV>
                <wp:extent cx="342900" cy="257175"/>
                <wp:effectExtent l="0" t="0" r="266700" b="28575"/>
                <wp:wrapNone/>
                <wp:docPr id="25" name="Rectangular Callou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wedgeRectCallout">
                          <a:avLst>
                            <a:gd name="adj1" fmla="val 118056"/>
                            <a:gd name="adj2" fmla="val -22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E46780">
                            <w:pPr>
                              <w:jc w:val="center"/>
                            </w:pPr>
                            <w:r>
                              <w:t>3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08B520" wp14:editId="00193098">
                                  <wp:extent cx="134620" cy="25531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" cy="255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25" o:spid="_x0000_s1029" type="#_x0000_t61" style="position:absolute;margin-left:270.75pt;margin-top:211.35pt;width:27pt;height:20.2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" adj="36300,5900" fillcolor="#c00000" strokecolor="#c00000" strokeweight="2pt">
                <v:textbox>
                  <w:txbxContent>
                    <w:p w:rsidR="00FB5FCB" w:rsidRDefault="00FB5FCB" w:rsidP="00E46780">
                      <w:pPr>
                        <w:jc w:val="center"/>
                      </w:pPr>
                      <w:r>
                        <w:t>3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308B520" wp14:editId="00193098">
                            <wp:extent cx="134620" cy="25531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" cy="255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5652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9F19BE3" wp14:editId="34F61F5E">
                <wp:simplePos x="0" y="0"/>
                <wp:positionH relativeFrom="column">
                  <wp:posOffset>3838575</wp:posOffset>
                </wp:positionH>
                <wp:positionV relativeFrom="paragraph">
                  <wp:posOffset>1560195</wp:posOffset>
                </wp:positionV>
                <wp:extent cx="295275" cy="238125"/>
                <wp:effectExtent l="133350" t="0" r="28575" b="28575"/>
                <wp:wrapNone/>
                <wp:docPr id="24" name="Rectangular Callo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wedgeRectCallout">
                          <a:avLst>
                            <a:gd name="adj1" fmla="val -91952"/>
                            <a:gd name="adj2" fmla="val -22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E46780">
                            <w:pPr>
                              <w:jc w:val="center"/>
                            </w:pPr>
                            <w:r w:rsidRPr="00E46780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  <w: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24" o:spid="_x0000_s1030" type="#_x0000_t61" style="position:absolute;margin-left:302.25pt;margin-top:122.85pt;width:23.25pt;height:18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" adj="-9062,5900" fillcolor="#c00000" strokecolor="#c00000" strokeweight="2pt">
                <v:textbox>
                  <w:txbxContent>
                    <w:p w:rsidR="00FB5FCB" w:rsidRDefault="00FB5FCB" w:rsidP="00E46780">
                      <w:pPr>
                        <w:jc w:val="center"/>
                      </w:pPr>
                      <w:r w:rsidRPr="00E46780">
                        <w:rPr>
                          <w:b/>
                          <w:color w:val="FFFFFF" w:themeColor="background1"/>
                        </w:rPr>
                        <w:t>2</w:t>
                      </w:r>
                      <w: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 w:rsidR="0035652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11E3310" wp14:editId="5E99C573">
                <wp:simplePos x="0" y="0"/>
                <wp:positionH relativeFrom="column">
                  <wp:posOffset>3838575</wp:posOffset>
                </wp:positionH>
                <wp:positionV relativeFrom="paragraph">
                  <wp:posOffset>1562100</wp:posOffset>
                </wp:positionV>
                <wp:extent cx="219075" cy="238125"/>
                <wp:effectExtent l="0" t="0" r="752475" b="28575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38125"/>
                        </a:xfrm>
                        <a:prstGeom prst="wedgeRectCallout">
                          <a:avLst>
                            <a:gd name="adj1" fmla="val 366112"/>
                            <a:gd name="adj2" fmla="val -22685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8427B5">
                            <w:pPr>
                              <w:jc w:val="center"/>
                            </w:pPr>
                            <w:r w:rsidRPr="00E46780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  <w:r>
                              <w:t>221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6" o:spid="_x0000_s1031" type="#_x0000_t61" style="position:absolute;margin-left:302.25pt;margin-top:123pt;width:17.25pt;height:18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" adj="89880,5900" fillcolor="#c00000" strokecolor="#c00000" strokeweight="2pt">
                <v:textbox>
                  <w:txbxContent>
                    <w:p w:rsidR="00FB5FCB" w:rsidRDefault="00FB5FCB" w:rsidP="008427B5">
                      <w:pPr>
                        <w:jc w:val="center"/>
                      </w:pPr>
                      <w:r w:rsidRPr="00E46780">
                        <w:rPr>
                          <w:b/>
                          <w:color w:val="FFFFFF" w:themeColor="background1"/>
                        </w:rPr>
                        <w:t>2</w:t>
                      </w:r>
                      <w: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 w:rsidR="002D638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C38C869" wp14:editId="396D32BF">
                <wp:simplePos x="0" y="0"/>
                <wp:positionH relativeFrom="column">
                  <wp:posOffset>2428875</wp:posOffset>
                </wp:positionH>
                <wp:positionV relativeFrom="paragraph">
                  <wp:posOffset>1264920</wp:posOffset>
                </wp:positionV>
                <wp:extent cx="323850" cy="257175"/>
                <wp:effectExtent l="0" t="0" r="19050" b="123825"/>
                <wp:wrapNone/>
                <wp:docPr id="22" name="Rectangular Callou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57175"/>
                        </a:xfrm>
                        <a:prstGeom prst="wedgeRectCallout">
                          <a:avLst>
                            <a:gd name="adj1" fmla="val -17892"/>
                            <a:gd name="adj2" fmla="val 81019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AF4B8C">
                            <w:pPr>
                              <w:jc w:val="center"/>
                            </w:pPr>
                            <w:r w:rsidRPr="00E46780">
                              <w:rPr>
                                <w:b/>
                                <w:color w:val="FFFFFF" w:themeColor="background1"/>
                              </w:rPr>
                              <w:t>1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ular Callout 22" o:spid="_x0000_s1032" type="#_x0000_t61" style="position:absolute;margin-left:191.25pt;margin-top:99.6pt;width:25.5pt;height:20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" adj="6935,28300" fillcolor="#c00000" strokecolor="#c00000" strokeweight="2pt">
                <v:textbox>
                  <w:txbxContent>
                    <w:p w:rsidR="00FB5FCB" w:rsidRDefault="00FB5FCB" w:rsidP="00AF4B8C">
                      <w:pPr>
                        <w:jc w:val="center"/>
                      </w:pPr>
                      <w:r w:rsidRPr="00E46780">
                        <w:rPr>
                          <w:b/>
                          <w:color w:val="FFFFFF" w:themeColor="background1"/>
                        </w:rPr>
                        <w:t>1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4796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5584" behindDoc="0" locked="0" layoutInCell="1" allowOverlap="1" wp14:anchorId="2D40919E" wp14:editId="211F3823">
                <wp:simplePos x="0" y="0"/>
                <wp:positionH relativeFrom="column">
                  <wp:posOffset>-9525</wp:posOffset>
                </wp:positionH>
                <wp:positionV relativeFrom="paragraph">
                  <wp:posOffset>47625</wp:posOffset>
                </wp:positionV>
                <wp:extent cx="1352550" cy="3257550"/>
                <wp:effectExtent l="19050" t="19050" r="19050" b="190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52550" cy="3257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8575" algn="in">
                          <a:solidFill>
                            <a:schemeClr val="tx2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FB5FCB" w:rsidRPr="00442831" w:rsidRDefault="00FB5FCB" w:rsidP="003B1C44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 xml:space="preserve">      </w:t>
                            </w:r>
                            <w:r w:rsidRPr="0044283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>Step 1</w:t>
                            </w:r>
                          </w:p>
                          <w:p w:rsidR="00FB5FCB" w:rsidRPr="00A47963" w:rsidRDefault="00FB5FCB" w:rsidP="00C8590D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80"/>
                              </w:tabs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 xml:space="preserve">Click on the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“</w:t>
                            </w: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Geographies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”</w:t>
                            </w: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 xml:space="preserve">     search option </w:t>
                            </w:r>
                          </w:p>
                          <w:p w:rsidR="00FB5FCB" w:rsidRPr="00A47963" w:rsidRDefault="00FB5FCB" w:rsidP="00C8590D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80"/>
                              </w:tabs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Type the geography name &amp; hit the go button</w:t>
                            </w:r>
                          </w:p>
                          <w:p w:rsidR="00FB5FCB" w:rsidRPr="00A47963" w:rsidRDefault="00FB5FCB" w:rsidP="00C8590D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80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Select the geography type</w:t>
                            </w:r>
                          </w:p>
                          <w:p w:rsidR="00FB5FCB" w:rsidRPr="00A47963" w:rsidRDefault="00FB5FCB" w:rsidP="00C8590D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spacing w:after="0"/>
                              <w:ind w:left="-54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</w:p>
                          <w:p w:rsidR="00FB5FCB" w:rsidRPr="00A47963" w:rsidRDefault="00FB5FCB" w:rsidP="00C8590D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80"/>
                              </w:tabs>
                              <w:spacing w:after="0"/>
                              <w:ind w:right="-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Using the “Add” feature, it will appear in “Your Selections”</w:t>
                            </w: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color w:val="C00000"/>
                                <w:sz w:val="18"/>
                                <w14:ligatures w14:val="none"/>
                                <w14:cntxtAlts w14:val="0"/>
                              </w:rPr>
                              <w:t xml:space="preserve"> </w:t>
                            </w:r>
                          </w:p>
                          <w:p w:rsidR="00FB5FCB" w:rsidRPr="00A47963" w:rsidRDefault="00FB5FCB" w:rsidP="00C8590D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spacing w:after="0"/>
                              <w:ind w:left="-630" w:right="-6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</w:pPr>
                          </w:p>
                          <w:p w:rsidR="00FB5FCB" w:rsidRDefault="00FB5FCB" w:rsidP="00C8590D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180"/>
                              </w:tabs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A4796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18"/>
                                <w14:ligatures w14:val="none"/>
                              </w:rPr>
                              <w:t>Click on the “Map” tab</w:t>
                            </w:r>
                          </w:p>
                          <w:p w:rsidR="00FB5FCB" w:rsidRDefault="00FB5FCB" w:rsidP="00C8590D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  <w:p w:rsidR="00FB5FCB" w:rsidRDefault="00FB5FCB" w:rsidP="00991419">
                            <w:pPr>
                              <w:pStyle w:val="BodyText3"/>
                              <w:widowControl w:val="0"/>
                              <w:tabs>
                                <w:tab w:val="left" w:pos="180"/>
                              </w:tabs>
                              <w:ind w:left="18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</w:p>
                          <w:p w:rsidR="00FB5FCB" w:rsidRDefault="00FB5FCB" w:rsidP="000F7521">
                            <w:pPr>
                              <w:pStyle w:val="BodyText3"/>
                              <w:widowControl w:val="0"/>
                              <w:numPr>
                                <w:ilvl w:val="2"/>
                                <w:numId w:val="4"/>
                              </w:numPr>
                              <w:tabs>
                                <w:tab w:val="left" w:pos="180"/>
                              </w:tabs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Open the drop down Product Type</w:t>
                            </w:r>
                          </w:p>
                          <w:p w:rsidR="00FB5FCB" w:rsidRPr="00615E13" w:rsidRDefault="00FB5FCB" w:rsidP="00615E13">
                            <w:pPr>
                              <w:pStyle w:val="BodyText3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0"/>
                              </w:tabs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0"/>
                                <w:szCs w:val="20"/>
                                <w14:ligatures w14:val="none"/>
                              </w:rPr>
                              <w:t>Select Data Profile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-.75pt;margin-top:3.75pt;width:106.5pt;height:256.5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" fillcolor="#c6d9f1 [671]" strokecolor="#17365d [2415]" strokeweight="2.25pt" insetpen="t">
                <o:lock v:ext="edit" shapetype="t"/>
                <v:textbox inset="2.85pt,2.85pt,2.85pt,2.85pt">
                  <w:txbxContent>
                    <w:p w:rsidR="00FB5FCB" w:rsidRPr="00442831" w:rsidRDefault="00FB5FCB" w:rsidP="003B1C44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  <w:t xml:space="preserve">      </w:t>
                      </w:r>
                      <w:r w:rsidRPr="00442831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32"/>
                          <w:szCs w:val="32"/>
                          <w14:ligatures w14:val="none"/>
                        </w:rPr>
                        <w:t>Step 1</w:t>
                      </w:r>
                    </w:p>
                    <w:p w:rsidR="00FB5FCB" w:rsidRPr="00A47963" w:rsidRDefault="00FB5FCB" w:rsidP="00C8590D">
                      <w:pPr>
                        <w:pStyle w:val="BodyText3"/>
                        <w:widowControl w:val="0"/>
                        <w:numPr>
                          <w:ilvl w:val="0"/>
                          <w:numId w:val="21"/>
                        </w:numPr>
                        <w:tabs>
                          <w:tab w:val="left" w:pos="180"/>
                        </w:tabs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 xml:space="preserve">Click on the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“</w:t>
                      </w: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Geographies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”</w:t>
                      </w: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 xml:space="preserve">     search option </w:t>
                      </w:r>
                    </w:p>
                    <w:p w:rsidR="00FB5FCB" w:rsidRPr="00A47963" w:rsidRDefault="00FB5FCB" w:rsidP="00C8590D">
                      <w:pPr>
                        <w:pStyle w:val="BodyText3"/>
                        <w:widowControl w:val="0"/>
                        <w:numPr>
                          <w:ilvl w:val="0"/>
                          <w:numId w:val="21"/>
                        </w:numPr>
                        <w:tabs>
                          <w:tab w:val="left" w:pos="180"/>
                        </w:tabs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Type the geography name &amp; hit the go button</w:t>
                      </w:r>
                    </w:p>
                    <w:p w:rsidR="00FB5FCB" w:rsidRPr="00A47963" w:rsidRDefault="00FB5FCB" w:rsidP="00C8590D">
                      <w:pPr>
                        <w:pStyle w:val="BodyText3"/>
                        <w:widowControl w:val="0"/>
                        <w:numPr>
                          <w:ilvl w:val="0"/>
                          <w:numId w:val="21"/>
                        </w:numPr>
                        <w:tabs>
                          <w:tab w:val="left" w:pos="180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Select the geography type</w:t>
                      </w:r>
                    </w:p>
                    <w:p w:rsidR="00FB5FCB" w:rsidRPr="00A47963" w:rsidRDefault="00FB5FCB" w:rsidP="00C8590D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spacing w:after="0"/>
                        <w:ind w:left="-54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</w:p>
                    <w:p w:rsidR="00FB5FCB" w:rsidRPr="00A47963" w:rsidRDefault="00FB5FCB" w:rsidP="00C8590D">
                      <w:pPr>
                        <w:pStyle w:val="BodyText3"/>
                        <w:widowControl w:val="0"/>
                        <w:numPr>
                          <w:ilvl w:val="0"/>
                          <w:numId w:val="21"/>
                        </w:numPr>
                        <w:tabs>
                          <w:tab w:val="left" w:pos="180"/>
                        </w:tabs>
                        <w:spacing w:after="0"/>
                        <w:ind w:right="-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Using the “Add” feature, it will appear in “Your Selections”</w:t>
                      </w: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color w:val="C00000"/>
                          <w:sz w:val="18"/>
                          <w14:ligatures w14:val="none"/>
                          <w14:cntxtAlts w14:val="0"/>
                        </w:rPr>
                        <w:t xml:space="preserve"> </w:t>
                      </w:r>
                    </w:p>
                    <w:p w:rsidR="00FB5FCB" w:rsidRPr="00A47963" w:rsidRDefault="00FB5FCB" w:rsidP="00C8590D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spacing w:after="0"/>
                        <w:ind w:left="-630" w:right="-6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</w:pPr>
                    </w:p>
                    <w:p w:rsidR="00FB5FCB" w:rsidRDefault="00FB5FCB" w:rsidP="00C8590D">
                      <w:pPr>
                        <w:pStyle w:val="BodyText3"/>
                        <w:widowControl w:val="0"/>
                        <w:numPr>
                          <w:ilvl w:val="0"/>
                          <w:numId w:val="21"/>
                        </w:numPr>
                        <w:tabs>
                          <w:tab w:val="left" w:pos="180"/>
                        </w:tabs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 w:rsidRPr="00A47963"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18"/>
                          <w14:ligatures w14:val="none"/>
                        </w:rPr>
                        <w:t>Click on the “Map” tab</w:t>
                      </w:r>
                    </w:p>
                    <w:p w:rsidR="00FB5FCB" w:rsidRDefault="00FB5FCB" w:rsidP="00C8590D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</w:p>
                    <w:p w:rsidR="00FB5FCB" w:rsidRDefault="00FB5FCB" w:rsidP="00991419">
                      <w:pPr>
                        <w:pStyle w:val="BodyText3"/>
                        <w:widowControl w:val="0"/>
                        <w:tabs>
                          <w:tab w:val="left" w:pos="180"/>
                        </w:tabs>
                        <w:ind w:left="18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</w:p>
                    <w:p w:rsidR="00FB5FCB" w:rsidRDefault="00FB5FCB" w:rsidP="000F7521">
                      <w:pPr>
                        <w:pStyle w:val="BodyText3"/>
                        <w:widowControl w:val="0"/>
                        <w:numPr>
                          <w:ilvl w:val="2"/>
                          <w:numId w:val="4"/>
                        </w:numPr>
                        <w:tabs>
                          <w:tab w:val="left" w:pos="180"/>
                        </w:tabs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Open the drop down Product Type</w:t>
                      </w:r>
                    </w:p>
                    <w:p w:rsidR="00FB5FCB" w:rsidRPr="00615E13" w:rsidRDefault="00FB5FCB" w:rsidP="00615E13">
                      <w:pPr>
                        <w:pStyle w:val="BodyText3"/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left" w:pos="180"/>
                        </w:tabs>
                        <w:ind w:left="180" w:hanging="180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0"/>
                          <w:szCs w:val="20"/>
                          <w14:ligatures w14:val="none"/>
                        </w:rPr>
                        <w:t>Select Data Profile</w:t>
                      </w:r>
                    </w:p>
                  </w:txbxContent>
                </v:textbox>
              </v:shape>
            </w:pict>
          </mc:Fallback>
        </mc:AlternateContent>
      </w:r>
      <w:r w:rsidR="00492FE2" w:rsidRPr="00492FE2"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 xml:space="preserve"> </w:t>
      </w:r>
      <w:r w:rsidR="00492FE2"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>F</w:t>
      </w:r>
      <w:r w:rsidR="00492FE2">
        <w:rPr>
          <w:rFonts w:ascii="Times New Roman" w:hAnsi="Times New Roman" w:cs="Times New Roman"/>
          <w:b/>
          <w:bCs/>
          <w:i/>
          <w:iCs/>
          <w:color w:val="FFFFFF"/>
          <w:sz w:val="44"/>
          <w:szCs w:val="44"/>
        </w:rPr>
        <w:tab/>
      </w:r>
      <w:r w:rsidR="00F0317A">
        <w:rPr>
          <w:noProof/>
        </w:rPr>
        <w:t xml:space="preserve">  </w:t>
      </w:r>
      <w:r w:rsidR="002D6380">
        <w:rPr>
          <w:noProof/>
        </w:rPr>
        <w:drawing>
          <wp:inline distT="0" distB="0" distL="0" distR="0" wp14:anchorId="45B9531B" wp14:editId="71B61C15">
            <wp:extent cx="5105400" cy="3352800"/>
            <wp:effectExtent l="0" t="0" r="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b="49141"/>
                    <a:stretch/>
                  </pic:blipFill>
                  <pic:spPr bwMode="auto">
                    <a:xfrm>
                      <a:off x="0" y="0"/>
                      <a:ext cx="5122118" cy="33637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84B54">
        <w:rPr>
          <w:noProof/>
        </w:rPr>
        <w:tab/>
      </w:r>
      <w:r w:rsidR="00531005">
        <w:rPr>
          <w:noProof/>
        </w:rPr>
        <w:t xml:space="preserve">                                                               </w:t>
      </w:r>
      <w:r w:rsidR="003A1673">
        <w:rPr>
          <w:noProof/>
        </w:rPr>
        <w:t xml:space="preserve">            </w:t>
      </w:r>
    </w:p>
    <w:p w:rsidR="00DF388C" w:rsidRDefault="00FB5FCB" w:rsidP="00064B78">
      <w:pPr>
        <w:ind w:right="-1440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CA6241" wp14:editId="6A28386B">
                <wp:simplePos x="0" y="0"/>
                <wp:positionH relativeFrom="column">
                  <wp:posOffset>3667125</wp:posOffset>
                </wp:positionH>
                <wp:positionV relativeFrom="paragraph">
                  <wp:posOffset>3550920</wp:posOffset>
                </wp:positionV>
                <wp:extent cx="342900" cy="257175"/>
                <wp:effectExtent l="0" t="0" r="19050" b="123825"/>
                <wp:wrapNone/>
                <wp:docPr id="37" name="Rectangular Callou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wedgeRectCallout">
                          <a:avLst>
                            <a:gd name="adj1" fmla="val -6943"/>
                            <a:gd name="adj2" fmla="val 81019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3716B9">
                            <w:pPr>
                              <w:jc w:val="center"/>
                            </w:pPr>
                            <w:r>
                              <w:t xml:space="preserve"> 7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9A5512" wp14:editId="3EBE8DD3">
                                  <wp:extent cx="134620" cy="25531"/>
                                  <wp:effectExtent l="0" t="0" r="0" b="0"/>
                                  <wp:docPr id="40" name="Pictur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" cy="255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37" o:spid="_x0000_s1034" type="#_x0000_t61" style="position:absolute;margin-left:288.75pt;margin-top:279.6pt;width:27pt;height:20.2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" adj="9300,28300" fillcolor="#c00000" strokecolor="#c00000" strokeweight="2pt">
                <v:textbox>
                  <w:txbxContent>
                    <w:p w:rsidR="00FB5FCB" w:rsidRDefault="00FB5FCB" w:rsidP="003716B9">
                      <w:pPr>
                        <w:jc w:val="center"/>
                      </w:pPr>
                      <w:r>
                        <w:t xml:space="preserve"> 7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F9A5512" wp14:editId="3EBE8DD3">
                            <wp:extent cx="134620" cy="25531"/>
                            <wp:effectExtent l="0" t="0" r="0" b="0"/>
                            <wp:docPr id="40" name="Picture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" cy="255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B439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59125B1" wp14:editId="1C5FCE4C">
                <wp:simplePos x="0" y="0"/>
                <wp:positionH relativeFrom="column">
                  <wp:posOffset>4124325</wp:posOffset>
                </wp:positionH>
                <wp:positionV relativeFrom="paragraph">
                  <wp:posOffset>1526540</wp:posOffset>
                </wp:positionV>
                <wp:extent cx="169545" cy="213995"/>
                <wp:effectExtent l="57150" t="38100" r="478155" b="338455"/>
                <wp:wrapNone/>
                <wp:docPr id="45" name="Rectangular Callou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9210">
                          <a:off x="0" y="0"/>
                          <a:ext cx="169545" cy="213995"/>
                        </a:xfrm>
                        <a:prstGeom prst="wedgeRectCallout">
                          <a:avLst>
                            <a:gd name="adj1" fmla="val 383018"/>
                            <a:gd name="adj2" fmla="val 112072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D52A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45" o:spid="_x0000_s1035" type="#_x0000_t61" style="position:absolute;margin-left:324.75pt;margin-top:120.2pt;width:13.35pt;height:16.85pt;rotation:1146017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" adj="93532,35008" fillcolor="#c00000" strokecolor="#c00000" strokeweight="2pt">
                <v:textbox>
                  <w:txbxContent>
                    <w:p w:rsidR="00FB5FCB" w:rsidRDefault="00FB5FCB" w:rsidP="00D52A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26159"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279E8AB" wp14:editId="39DF9E4C">
                <wp:simplePos x="0" y="0"/>
                <wp:positionH relativeFrom="column">
                  <wp:posOffset>1438275</wp:posOffset>
                </wp:positionH>
                <wp:positionV relativeFrom="paragraph">
                  <wp:posOffset>2540</wp:posOffset>
                </wp:positionV>
                <wp:extent cx="5219700" cy="4019550"/>
                <wp:effectExtent l="0" t="0" r="1905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401955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113.25pt;margin-top:.2pt;width:411pt;height:316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" filled="f" strokecolor="#243f60 [1604]"/>
            </w:pict>
          </mc:Fallback>
        </mc:AlternateContent>
      </w:r>
      <w:r w:rsidR="00C77CA2" w:rsidRPr="009533E6"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2C88999" wp14:editId="72539110">
                <wp:simplePos x="0" y="0"/>
                <wp:positionH relativeFrom="column">
                  <wp:posOffset>4229100</wp:posOffset>
                </wp:positionH>
                <wp:positionV relativeFrom="paragraph">
                  <wp:posOffset>4022090</wp:posOffset>
                </wp:positionV>
                <wp:extent cx="2295525" cy="857250"/>
                <wp:effectExtent l="0" t="0" r="0" b="0"/>
                <wp:wrapNone/>
                <wp:docPr id="3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FCB" w:rsidRPr="00DA0E17" w:rsidRDefault="00FB5FCB" w:rsidP="0078194F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New York Regional Office</w:t>
                            </w:r>
                          </w:p>
                          <w:p w:rsidR="00FB5FCB" w:rsidRPr="00DA0E17" w:rsidRDefault="00FB5FCB" w:rsidP="0078194F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395 Hudson Street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Suite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80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FB5FCB" w:rsidRPr="00DA0E17" w:rsidRDefault="00FB5FCB" w:rsidP="0078194F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New York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NY 10014</w:t>
                            </w:r>
                          </w:p>
                          <w:p w:rsidR="00FB5FCB" w:rsidRPr="00DA0E17" w:rsidRDefault="00FB5FCB" w:rsidP="0078194F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212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584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-3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44</w:t>
                            </w: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FB5FCB" w:rsidRPr="00C528BD" w:rsidRDefault="00FB5FCB" w:rsidP="0078194F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 w:rsidRPr="00DA0E17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http://www.census.gov/regions/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16"/>
                                <w:szCs w:val="16"/>
                              </w:rPr>
                              <w:t>new_york</w:t>
                            </w:r>
                            <w:r w:rsidRPr="00C528BD">
                              <w:rPr>
                                <w:rFonts w:asciiTheme="majorHAnsi" w:hAnsiTheme="majorHAnsi"/>
                                <w:b/>
                                <w:i/>
                                <w:color w:val="17365D" w:themeColor="text2" w:themeShade="BF"/>
                                <w:sz w:val="20"/>
                                <w:szCs w:val="20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333pt;margin-top:316.7pt;width:180.75pt;height:67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" filled="f" stroked="f" strokecolor="white [3212]">
                <v:textbox>
                  <w:txbxContent>
                    <w:p w:rsidR="00FB5FCB" w:rsidRPr="00DA0E17" w:rsidRDefault="00FB5FCB" w:rsidP="0078194F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New York Regional Office</w:t>
                      </w:r>
                    </w:p>
                    <w:p w:rsidR="00FB5FCB" w:rsidRPr="00DA0E17" w:rsidRDefault="00FB5FCB" w:rsidP="0078194F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395 Hudson Street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 xml:space="preserve"> - Suite 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80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0</w:t>
                      </w:r>
                    </w:p>
                    <w:p w:rsidR="00FB5FCB" w:rsidRPr="00DA0E17" w:rsidRDefault="00FB5FCB" w:rsidP="0078194F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New York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NY 10014</w:t>
                      </w:r>
                    </w:p>
                    <w:p w:rsidR="00FB5FCB" w:rsidRPr="00DA0E17" w:rsidRDefault="00FB5FCB" w:rsidP="0078194F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212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584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-3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44</w:t>
                      </w: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0</w:t>
                      </w:r>
                    </w:p>
                    <w:p w:rsidR="00FB5FCB" w:rsidRPr="00C528BD" w:rsidRDefault="00FB5FCB" w:rsidP="0078194F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20"/>
                          <w:szCs w:val="20"/>
                        </w:rPr>
                      </w:pPr>
                      <w:r w:rsidRPr="00DA0E17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http://www.census.gov/regions/</w:t>
                      </w:r>
                      <w:r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16"/>
                          <w:szCs w:val="16"/>
                        </w:rPr>
                        <w:t>new_york</w:t>
                      </w:r>
                      <w:r w:rsidRPr="00C528BD">
                        <w:rPr>
                          <w:rFonts w:asciiTheme="majorHAnsi" w:hAnsiTheme="majorHAnsi"/>
                          <w:b/>
                          <w:i/>
                          <w:color w:val="17365D" w:themeColor="text2" w:themeShade="BF"/>
                          <w:sz w:val="20"/>
                          <w:szCs w:val="20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C77CA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F114E4" wp14:editId="5DBB2EE4">
                <wp:simplePos x="0" y="0"/>
                <wp:positionH relativeFrom="column">
                  <wp:posOffset>4057650</wp:posOffset>
                </wp:positionH>
                <wp:positionV relativeFrom="paragraph">
                  <wp:posOffset>1503045</wp:posOffset>
                </wp:positionV>
                <wp:extent cx="342900" cy="257175"/>
                <wp:effectExtent l="914400" t="0" r="19050" b="28575"/>
                <wp:wrapNone/>
                <wp:docPr id="48" name="Rectangular Callou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wedgeRectCallout">
                          <a:avLst>
                            <a:gd name="adj1" fmla="val -312500"/>
                            <a:gd name="adj2" fmla="val -11574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D52A5B">
                            <w:pPr>
                              <w:jc w:val="center"/>
                            </w:pPr>
                            <w:r>
                              <w:t>9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8C8FA2" wp14:editId="1D6EF98B">
                                  <wp:extent cx="134620" cy="25531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" cy="255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48" o:spid="_x0000_s1037" type="#_x0000_t61" style="position:absolute;margin-left:319.5pt;margin-top:118.35pt;width:27pt;height:20.2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" adj="-56700,8300" fillcolor="#c00000" strokecolor="#c00000" strokeweight="2pt">
                <v:textbox>
                  <w:txbxContent>
                    <w:p w:rsidR="00FB5FCB" w:rsidRDefault="00FB5FCB" w:rsidP="00D52A5B">
                      <w:pPr>
                        <w:jc w:val="center"/>
                      </w:pPr>
                      <w:r>
                        <w:t>9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A8C8FA2" wp14:editId="1D6EF98B">
                            <wp:extent cx="134620" cy="25531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" cy="255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3B0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102C647" wp14:editId="127D8FC0">
                <wp:simplePos x="0" y="0"/>
                <wp:positionH relativeFrom="column">
                  <wp:posOffset>3717925</wp:posOffset>
                </wp:positionH>
                <wp:positionV relativeFrom="paragraph">
                  <wp:posOffset>855345</wp:posOffset>
                </wp:positionV>
                <wp:extent cx="342900" cy="257175"/>
                <wp:effectExtent l="0" t="0" r="19050" b="161925"/>
                <wp:wrapNone/>
                <wp:docPr id="41" name="Rectangular Callou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wedgeRectCallout">
                          <a:avLst>
                            <a:gd name="adj1" fmla="val -40277"/>
                            <a:gd name="adj2" fmla="val 99537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3716B9">
                            <w:pPr>
                              <w:jc w:val="center"/>
                            </w:pPr>
                            <w:r>
                              <w:t>6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948F4B" wp14:editId="3649FD6C">
                                  <wp:extent cx="134620" cy="25531"/>
                                  <wp:effectExtent l="0" t="0" r="0" b="0"/>
                                  <wp:docPr id="42" name="Pictur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" cy="255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41" o:spid="_x0000_s1038" type="#_x0000_t61" style="position:absolute;margin-left:292.75pt;margin-top:67.35pt;width:27pt;height:20.25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" adj="2100,32300" fillcolor="#c00000" strokecolor="#c00000" strokeweight="2pt">
                <v:textbox>
                  <w:txbxContent>
                    <w:p w:rsidR="00FB5FCB" w:rsidRDefault="00FB5FCB" w:rsidP="003716B9">
                      <w:pPr>
                        <w:jc w:val="center"/>
                      </w:pPr>
                      <w:r>
                        <w:t>6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8948F4B" wp14:editId="3649FD6C">
                            <wp:extent cx="134620" cy="25531"/>
                            <wp:effectExtent l="0" t="0" r="0" b="0"/>
                            <wp:docPr id="42" name="Pictur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" cy="255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3B0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6007943" wp14:editId="0B38E83E">
                <wp:simplePos x="0" y="0"/>
                <wp:positionH relativeFrom="column">
                  <wp:posOffset>3124200</wp:posOffset>
                </wp:positionH>
                <wp:positionV relativeFrom="paragraph">
                  <wp:posOffset>2545080</wp:posOffset>
                </wp:positionV>
                <wp:extent cx="352425" cy="276225"/>
                <wp:effectExtent l="0" t="152400" r="28575" b="28575"/>
                <wp:wrapNone/>
                <wp:docPr id="50" name="Rectangular Callou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76225"/>
                        </a:xfrm>
                        <a:prstGeom prst="wedgeRectCallout">
                          <a:avLst>
                            <a:gd name="adj1" fmla="val 20834"/>
                            <a:gd name="adj2" fmla="val -96759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5FCB" w:rsidRDefault="00FB5FCB" w:rsidP="001D01B0">
                            <w:r>
                              <w:t>10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41ABC3" wp14:editId="3A67374D">
                                  <wp:extent cx="134620" cy="25531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20" cy="255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50" o:spid="_x0000_s1039" type="#_x0000_t61" style="position:absolute;margin-left:246pt;margin-top:200.4pt;width:27.75pt;height:21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" adj="15300,-10100" fillcolor="#c00000" strokecolor="#c00000" strokeweight="2pt">
                <v:textbox>
                  <w:txbxContent>
                    <w:p w:rsidR="00FB5FCB" w:rsidRDefault="00FB5FCB" w:rsidP="001D01B0">
                      <w:r>
                        <w:t>10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841ABC3" wp14:editId="3A67374D">
                            <wp:extent cx="134620" cy="25531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20" cy="255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872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1325164" wp14:editId="22692C04">
                <wp:simplePos x="0" y="0"/>
                <wp:positionH relativeFrom="column">
                  <wp:posOffset>4457700</wp:posOffset>
                </wp:positionH>
                <wp:positionV relativeFrom="paragraph">
                  <wp:posOffset>2374265</wp:posOffset>
                </wp:positionV>
                <wp:extent cx="342900" cy="257175"/>
                <wp:effectExtent l="171450" t="0" r="19050" b="28575"/>
                <wp:wrapNone/>
                <wp:docPr id="31" name="Rectangular Callou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2900" cy="257175"/>
                        </a:xfrm>
                        <a:prstGeom prst="wedgeRectCallout">
                          <a:avLst>
                            <a:gd name="adj1" fmla="val 96055"/>
                            <a:gd name="adj2" fmla="val 16851"/>
                          </a:avLst>
                        </a:prstGeom>
                        <a:solidFill>
                          <a:srgbClr val="C00000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5FCB" w:rsidRDefault="00FB5FCB" w:rsidP="00A8721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31" o:spid="_x0000_s1040" type="#_x0000_t61" style="position:absolute;margin-left:351pt;margin-top:186.95pt;width:27pt;height:20.25pt;rotation:180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" adj="31548,14440" fillcolor="#c00000" strokecolor="#c00000" strokeweight="2pt">
                <v:textbox>
                  <w:txbxContent>
                    <w:p w:rsidR="00FB5FCB" w:rsidRDefault="00FB5FCB" w:rsidP="00A87214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87214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732992" behindDoc="0" locked="0" layoutInCell="1" allowOverlap="1" wp14:anchorId="5D257639" wp14:editId="013561B8">
            <wp:simplePos x="0" y="0"/>
            <wp:positionH relativeFrom="column">
              <wp:posOffset>28575</wp:posOffset>
            </wp:positionH>
            <wp:positionV relativeFrom="paragraph">
              <wp:posOffset>4279265</wp:posOffset>
            </wp:positionV>
            <wp:extent cx="1475105" cy="628650"/>
            <wp:effectExtent l="0" t="0" r="0" b="0"/>
            <wp:wrapNone/>
            <wp:docPr id="46" name="Picture 46" descr="cb_denver_region_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b_denver_region_red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385"/>
                    <a:stretch/>
                  </pic:blipFill>
                  <pic:spPr bwMode="auto">
                    <a:xfrm>
                      <a:off x="0" y="0"/>
                      <a:ext cx="147510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1673">
        <w:rPr>
          <w:noProof/>
        </w:rPr>
        <w:t xml:space="preserve">                </w:t>
      </w:r>
      <w:r w:rsidR="00CD26FB">
        <w:rPr>
          <w:noProof/>
        </w:rPr>
        <w:t xml:space="preserve">      </w:t>
      </w:r>
      <w:r w:rsidR="00EE6A2A">
        <w:rPr>
          <w:noProof/>
        </w:rPr>
        <w:t xml:space="preserve">                 </w:t>
      </w:r>
      <w:r w:rsidR="00526159">
        <w:rPr>
          <w:noProof/>
        </w:rPr>
        <w:t xml:space="preserve">   </w:t>
      </w:r>
      <w:r w:rsidR="00A64408">
        <w:rPr>
          <w:noProof/>
        </w:rPr>
        <w:t xml:space="preserve">     </w:t>
      </w:r>
      <w:r w:rsidR="00EE6A2A">
        <w:rPr>
          <w:noProof/>
        </w:rPr>
        <w:drawing>
          <wp:inline distT="0" distB="0" distL="0" distR="0" wp14:anchorId="42A0D055" wp14:editId="2E653182">
            <wp:extent cx="5172075" cy="4017724"/>
            <wp:effectExtent l="0" t="0" r="0" b="1905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8811" b="32542"/>
                    <a:stretch/>
                  </pic:blipFill>
                  <pic:spPr bwMode="auto">
                    <a:xfrm>
                      <a:off x="0" y="0"/>
                      <a:ext cx="5172075" cy="4017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64408">
        <w:rPr>
          <w:noProof/>
        </w:rPr>
        <w:t xml:space="preserve"> </w:t>
      </w:r>
      <w:bookmarkStart w:id="0" w:name="_GoBack"/>
      <w:bookmarkEnd w:id="0"/>
      <w:r w:rsidR="00A64408">
        <w:rPr>
          <w:noProof/>
        </w:rPr>
        <w:t xml:space="preserve">              </w:t>
      </w:r>
    </w:p>
    <w:sectPr w:rsidR="00DF388C" w:rsidSect="00D434A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830" w:right="630" w:bottom="0" w:left="720" w:header="720" w:footer="90" w:gutter="0"/>
      <w:pgBorders w:offsetFrom="page">
        <w:top w:val="threeDEngrave" w:sz="48" w:space="24" w:color="365F91" w:themeColor="accent1" w:themeShade="BF"/>
        <w:left w:val="threeDEngrave" w:sz="48" w:space="24" w:color="365F91" w:themeColor="accent1" w:themeShade="BF"/>
        <w:bottom w:val="threeDEngrave" w:sz="48" w:space="24" w:color="365F91" w:themeColor="accent1" w:themeShade="BF"/>
        <w:right w:val="threeDEngrave" w:sz="48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FCB" w:rsidRDefault="00FB5FCB" w:rsidP="00A903E0">
      <w:pPr>
        <w:spacing w:after="0" w:line="240" w:lineRule="auto"/>
      </w:pPr>
      <w:r>
        <w:separator/>
      </w:r>
    </w:p>
  </w:endnote>
  <w:endnote w:type="continuationSeparator" w:id="0">
    <w:p w:rsidR="00FB5FCB" w:rsidRDefault="00FB5FCB" w:rsidP="00A90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CB" w:rsidRDefault="00FB5F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CB" w:rsidRDefault="00FB5FCB">
    <w:pPr>
      <w:pStyle w:val="Footer"/>
    </w:pPr>
    <w:r w:rsidRPr="009533E6">
      <w:rPr>
        <w:b/>
        <w:noProof/>
        <w:sz w:val="24"/>
        <w:szCs w:val="24"/>
        <w:u w:val="singl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86A725" wp14:editId="14C71AD9">
              <wp:simplePos x="0" y="0"/>
              <wp:positionH relativeFrom="column">
                <wp:posOffset>4333875</wp:posOffset>
              </wp:positionH>
              <wp:positionV relativeFrom="paragraph">
                <wp:posOffset>-133985</wp:posOffset>
              </wp:positionV>
              <wp:extent cx="1924050" cy="285750"/>
              <wp:effectExtent l="0" t="0" r="0" b="0"/>
              <wp:wrapNone/>
              <wp:docPr id="9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FCB" w:rsidRPr="009D1107" w:rsidRDefault="00FB5FCB" w:rsidP="0067219C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</w:pPr>
                          <w:r w:rsidRPr="009D1107"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 xml:space="preserve">Updated </w:t>
                          </w:r>
                          <w:r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4.13</w:t>
                          </w:r>
                          <w:r w:rsidRPr="009D1107">
                            <w:rPr>
                              <w:rFonts w:asciiTheme="majorHAnsi" w:hAnsiTheme="majorHAnsi"/>
                              <w:b/>
                              <w:i/>
                              <w:color w:val="17365D" w:themeColor="text2" w:themeShade="BF"/>
                              <w:sz w:val="16"/>
                              <w:szCs w:val="16"/>
                            </w:rPr>
                            <w:t>.2012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341.25pt;margin-top:-10.55pt;width:151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" filled="f" stroked="f" strokecolor="white [3212]">
              <v:textbox>
                <w:txbxContent>
                  <w:p w:rsidR="0067219C" w:rsidRPr="009D1107" w:rsidRDefault="00094A7B" w:rsidP="0067219C">
                    <w:pPr>
                      <w:spacing w:after="0" w:line="240" w:lineRule="auto"/>
                      <w:jc w:val="center"/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</w:pPr>
                    <w:r w:rsidRPr="009D1107"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 xml:space="preserve">Updated </w:t>
                    </w:r>
                    <w:r w:rsidR="0067219C"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.13</w:t>
                    </w:r>
                    <w:r w:rsidRPr="009D1107">
                      <w:rPr>
                        <w:rFonts w:asciiTheme="majorHAnsi" w:hAnsiTheme="majorHAnsi"/>
                        <w:b/>
                        <w:i/>
                        <w:color w:val="17365D" w:themeColor="text2" w:themeShade="BF"/>
                        <w:sz w:val="16"/>
                        <w:szCs w:val="16"/>
                      </w:rPr>
                      <w:t>.2012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CB" w:rsidRDefault="00FB5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FCB" w:rsidRDefault="00FB5FCB" w:rsidP="00A903E0">
      <w:pPr>
        <w:spacing w:after="0" w:line="240" w:lineRule="auto"/>
      </w:pPr>
      <w:r>
        <w:separator/>
      </w:r>
    </w:p>
  </w:footnote>
  <w:footnote w:type="continuationSeparator" w:id="0">
    <w:p w:rsidR="00FB5FCB" w:rsidRDefault="00FB5FCB" w:rsidP="00A90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CB" w:rsidRDefault="00FB5F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CB" w:rsidRDefault="00FB5FCB" w:rsidP="00A903E0">
    <w:pPr>
      <w:pStyle w:val="Header"/>
      <w:jc w:val="center"/>
      <w:rPr>
        <w:rFonts w:asciiTheme="majorHAnsi" w:hAnsiTheme="majorHAnsi"/>
        <w:color w:val="17365D" w:themeColor="text2" w:themeShade="BF"/>
        <w:sz w:val="44"/>
        <w:szCs w:val="44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03F0D93C" wp14:editId="49CA757D">
              <wp:simplePos x="0" y="0"/>
              <wp:positionH relativeFrom="column">
                <wp:posOffset>-57150</wp:posOffset>
              </wp:positionH>
              <wp:positionV relativeFrom="paragraph">
                <wp:posOffset>-19050</wp:posOffset>
              </wp:positionV>
              <wp:extent cx="7038975" cy="676275"/>
              <wp:effectExtent l="0" t="0" r="9525" b="952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7038975" cy="67627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0" algn="in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:rsidR="00FB5FCB" w:rsidRDefault="00FB5FCB" w:rsidP="003B1C44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40"/>
                              <w:szCs w:val="40"/>
                            </w:rPr>
                          </w:pPr>
                          <w:r w:rsidRPr="00DA1850">
                            <w:rPr>
                              <w:rFonts w:ascii="Times New Roman" w:hAnsi="Times New Roman" w:cs="Times New Roman"/>
                              <w:b/>
                              <w:bCs/>
                              <w:iCs/>
                              <w:color w:val="FFFFFF" w:themeColor="background1"/>
                              <w:sz w:val="24"/>
                              <w:szCs w:val="24"/>
                            </w:rPr>
                            <w:t xml:space="preserve">American </w:t>
                          </w:r>
                          <w:proofErr w:type="spellStart"/>
                          <w:r w:rsidRPr="00DA1850">
                            <w:rPr>
                              <w:rFonts w:ascii="Times New Roman" w:hAnsi="Times New Roman" w:cs="Times New Roman"/>
                              <w:b/>
                              <w:bCs/>
                              <w:iCs/>
                              <w:color w:val="FFFFFF" w:themeColor="background1"/>
                              <w:sz w:val="24"/>
                              <w:szCs w:val="24"/>
                            </w:rPr>
                            <w:t>FactFinder</w:t>
                          </w:r>
                          <w:proofErr w:type="spellEnd"/>
                          <w:r w:rsidRPr="00DA1850">
                            <w:rPr>
                              <w:rFonts w:ascii="Times New Roman" w:hAnsi="Times New Roman" w:cs="Times New Roman"/>
                              <w:b/>
                              <w:bCs/>
                              <w:iCs/>
                              <w:color w:val="FFFFFF" w:themeColor="background1"/>
                              <w:sz w:val="24"/>
                              <w:szCs w:val="24"/>
                            </w:rPr>
                            <w:t xml:space="preserve"> TipSheet#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Cs/>
                              <w:color w:val="FFFFFF" w:themeColor="background1"/>
                              <w:sz w:val="24"/>
                              <w:szCs w:val="24"/>
                            </w:rPr>
                            <w:t>3</w:t>
                          </w:r>
                          <w:r w:rsidRPr="003B1C44">
                            <w:rPr>
                              <w:rFonts w:ascii="Times New Roman" w:hAnsi="Times New Roman" w:cs="Times New Roman"/>
                              <w:sz w:val="40"/>
                              <w:szCs w:val="40"/>
                            </w:rPr>
                            <w:t xml:space="preserve"> </w:t>
                          </w:r>
                        </w:p>
                        <w:p w:rsidR="00FB5FCB" w:rsidRPr="005D03D0" w:rsidRDefault="00FB5FCB" w:rsidP="003B1C44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40"/>
                              <w:szCs w:val="40"/>
                            </w:rPr>
                            <w:t>Creating Census Tract Reference Map &amp; Selecting Geographies</w:t>
                          </w:r>
                        </w:p>
                        <w:p w:rsidR="00FB5FCB" w:rsidRDefault="00FB5FCB" w:rsidP="003B1C44">
                          <w:pPr>
                            <w:pStyle w:val="Title"/>
                            <w:widowControl w:val="0"/>
                            <w:spacing w:line="240" w:lineRule="auto"/>
                            <w:ind w:left="72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Cs/>
                              <w:color w:val="FFFFFF" w:themeColor="background1"/>
                              <w:sz w:val="24"/>
                              <w:szCs w:val="24"/>
                              <w14:ligatures w14:val="none"/>
                            </w:rPr>
                          </w:pPr>
                        </w:p>
                        <w:p w:rsidR="00FB5FCB" w:rsidRPr="00DA1850" w:rsidRDefault="00FB5FCB" w:rsidP="003B1C44">
                          <w:pPr>
                            <w:pStyle w:val="Title"/>
                            <w:widowControl w:val="0"/>
                            <w:spacing w:line="240" w:lineRule="auto"/>
                            <w:ind w:left="72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Cs/>
                              <w:color w:val="FFFFFF" w:themeColor="background1"/>
                              <w:sz w:val="24"/>
                              <w:szCs w:val="24"/>
                              <w14:ligatures w14:val="none"/>
                            </w:rPr>
                          </w:pPr>
                        </w:p>
                        <w:p w:rsidR="00FB5FCB" w:rsidRDefault="00FB5FCB" w:rsidP="004F0077">
                          <w:pPr>
                            <w:pStyle w:val="Title"/>
                            <w:widowControl w:val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FFFF"/>
                              <w:sz w:val="44"/>
                              <w:szCs w:val="44"/>
                              <w14:ligatures w14:val="none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0" type="#_x0000_t202" style="position:absolute;left:0;text-align:left;margin-left:-4.5pt;margin-top:-1.5pt;width:554.25pt;height:53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" fillcolor="#c00000" stroked="f" strokeweight="0" insetpen="t">
              <o:lock v:ext="edit" shapetype="t"/>
              <v:textbox inset="2.85pt,2.85pt,2.85pt,2.85pt">
                <w:txbxContent>
                  <w:p w:rsidR="009C4033" w:rsidRDefault="009C4033" w:rsidP="003B1C44">
                    <w:pPr>
                      <w:jc w:val="center"/>
                      <w:rPr>
                        <w:rFonts w:ascii="Times New Roman" w:hAnsi="Times New Roman" w:cs="Times New Roman"/>
                        <w:sz w:val="40"/>
                        <w:szCs w:val="40"/>
                      </w:rPr>
                    </w:pPr>
                    <w:r w:rsidRPr="00DA1850">
                      <w:rPr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24"/>
                        <w:szCs w:val="24"/>
                      </w:rPr>
                      <w:t xml:space="preserve">American </w:t>
                    </w:r>
                    <w:proofErr w:type="spellStart"/>
                    <w:r w:rsidRPr="00DA1850">
                      <w:rPr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24"/>
                        <w:szCs w:val="24"/>
                      </w:rPr>
                      <w:t>FactFinder</w:t>
                    </w:r>
                    <w:proofErr w:type="spellEnd"/>
                    <w:r w:rsidRPr="00DA1850">
                      <w:rPr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24"/>
                        <w:szCs w:val="24"/>
                      </w:rPr>
                      <w:t xml:space="preserve"> TipSheet#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24"/>
                        <w:szCs w:val="24"/>
                      </w:rPr>
                      <w:t>3</w:t>
                    </w:r>
                    <w:r w:rsidRPr="003B1C44">
                      <w:rPr>
                        <w:rFonts w:ascii="Times New Roman" w:hAnsi="Times New Roman" w:cs="Times New Roman"/>
                        <w:sz w:val="40"/>
                        <w:szCs w:val="40"/>
                      </w:rPr>
                      <w:t xml:space="preserve"> </w:t>
                    </w:r>
                  </w:p>
                  <w:p w:rsidR="009C4033" w:rsidRPr="005D03D0" w:rsidRDefault="0025314F" w:rsidP="003B1C44">
                    <w:pPr>
                      <w:jc w:val="center"/>
                      <w:rPr>
                        <w:rFonts w:ascii="Times New Roman" w:hAnsi="Times New Roman" w:cs="Times New Roman"/>
                        <w:sz w:val="40"/>
                        <w:szCs w:val="40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</w:rPr>
                      <w:t>Creating</w:t>
                    </w:r>
                    <w:bookmarkStart w:id="1" w:name="_GoBack"/>
                    <w:bookmarkEnd w:id="1"/>
                    <w:r w:rsidR="009C4033">
                      <w:rPr>
                        <w:rFonts w:ascii="Times New Roman" w:hAnsi="Times New Roman" w:cs="Times New Roman"/>
                        <w:sz w:val="40"/>
                        <w:szCs w:val="40"/>
                      </w:rPr>
                      <w:t xml:space="preserve"> Census Tract Reference Map &amp; Selecting Geographies</w:t>
                    </w:r>
                  </w:p>
                  <w:p w:rsidR="009C4033" w:rsidRDefault="009C4033" w:rsidP="003B1C44">
                    <w:pPr>
                      <w:pStyle w:val="Title"/>
                      <w:widowControl w:val="0"/>
                      <w:spacing w:line="240" w:lineRule="auto"/>
                      <w:ind w:left="72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24"/>
                        <w:szCs w:val="24"/>
                        <w14:ligatures w14:val="none"/>
                      </w:rPr>
                    </w:pPr>
                  </w:p>
                  <w:p w:rsidR="009C4033" w:rsidRPr="00DA1850" w:rsidRDefault="009C4033" w:rsidP="003B1C44">
                    <w:pPr>
                      <w:pStyle w:val="Title"/>
                      <w:widowControl w:val="0"/>
                      <w:spacing w:line="240" w:lineRule="auto"/>
                      <w:ind w:left="72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Cs/>
                        <w:color w:val="FFFFFF" w:themeColor="background1"/>
                        <w:sz w:val="24"/>
                        <w:szCs w:val="24"/>
                        <w14:ligatures w14:val="none"/>
                      </w:rPr>
                    </w:pPr>
                  </w:p>
                  <w:p w:rsidR="009C4033" w:rsidRDefault="009C4033" w:rsidP="004F0077">
                    <w:pPr>
                      <w:pStyle w:val="Title"/>
                      <w:widowControl w:val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FFFF"/>
                        <w:sz w:val="44"/>
                        <w:szCs w:val="44"/>
                        <w14:ligatures w14:val="none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B5FCB" w:rsidRPr="00DF7CA6" w:rsidRDefault="00FB5FCB" w:rsidP="004F0077">
    <w:pPr>
      <w:pStyle w:val="Header"/>
      <w:jc w:val="center"/>
      <w:rPr>
        <w:rFonts w:asciiTheme="majorHAnsi" w:hAnsiTheme="majorHAnsi"/>
        <w:b/>
        <w:i/>
        <w:color w:val="365F91" w:themeColor="accent1" w:themeShade="BF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FCB" w:rsidRDefault="00FB5F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6E66"/>
    <w:multiLevelType w:val="hybridMultilevel"/>
    <w:tmpl w:val="2D7650D0"/>
    <w:lvl w:ilvl="0" w:tplc="93B4F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E3AB7"/>
    <w:multiLevelType w:val="hybridMultilevel"/>
    <w:tmpl w:val="94FE656A"/>
    <w:lvl w:ilvl="0" w:tplc="93B4F01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ED2AFC"/>
    <w:multiLevelType w:val="hybridMultilevel"/>
    <w:tmpl w:val="64160C5C"/>
    <w:lvl w:ilvl="0" w:tplc="93B4F016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21672"/>
    <w:multiLevelType w:val="hybridMultilevel"/>
    <w:tmpl w:val="50D43F96"/>
    <w:lvl w:ilvl="0" w:tplc="45BCAF66">
      <w:start w:val="8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0FE73FAF"/>
    <w:multiLevelType w:val="hybridMultilevel"/>
    <w:tmpl w:val="D71E472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C149D"/>
    <w:multiLevelType w:val="hybridMultilevel"/>
    <w:tmpl w:val="17D81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361E6"/>
    <w:multiLevelType w:val="hybridMultilevel"/>
    <w:tmpl w:val="DA0A4EC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26733AC4"/>
    <w:multiLevelType w:val="hybridMultilevel"/>
    <w:tmpl w:val="8B6C4D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A54F92"/>
    <w:multiLevelType w:val="hybridMultilevel"/>
    <w:tmpl w:val="8ED63CC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6D369A7"/>
    <w:multiLevelType w:val="hybridMultilevel"/>
    <w:tmpl w:val="F8D2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56C64"/>
    <w:multiLevelType w:val="hybridMultilevel"/>
    <w:tmpl w:val="271A7AC2"/>
    <w:lvl w:ilvl="0" w:tplc="93B4F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9D2E79"/>
    <w:multiLevelType w:val="hybridMultilevel"/>
    <w:tmpl w:val="311EC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B60597"/>
    <w:multiLevelType w:val="hybridMultilevel"/>
    <w:tmpl w:val="8C46FD58"/>
    <w:lvl w:ilvl="0" w:tplc="D570C66A">
      <w:start w:val="10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559F09C7"/>
    <w:multiLevelType w:val="hybridMultilevel"/>
    <w:tmpl w:val="A92CA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F6A05"/>
    <w:multiLevelType w:val="hybridMultilevel"/>
    <w:tmpl w:val="19787048"/>
    <w:lvl w:ilvl="0" w:tplc="45BCAF66">
      <w:start w:val="8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B4383"/>
    <w:multiLevelType w:val="multilevel"/>
    <w:tmpl w:val="F4F2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C0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F11F0C"/>
    <w:multiLevelType w:val="hybridMultilevel"/>
    <w:tmpl w:val="93DE1B6A"/>
    <w:lvl w:ilvl="0" w:tplc="93B4F0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AB6344"/>
    <w:multiLevelType w:val="hybridMultilevel"/>
    <w:tmpl w:val="DCD6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F35499"/>
    <w:multiLevelType w:val="multilevel"/>
    <w:tmpl w:val="91FC1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CF25CB"/>
    <w:multiLevelType w:val="hybridMultilevel"/>
    <w:tmpl w:val="28E4FF0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67F43B6"/>
    <w:multiLevelType w:val="hybridMultilevel"/>
    <w:tmpl w:val="BCE08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D7E2F"/>
    <w:multiLevelType w:val="hybridMultilevel"/>
    <w:tmpl w:val="287C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3"/>
  </w:num>
  <w:num w:numId="4">
    <w:abstractNumId w:val="19"/>
  </w:num>
  <w:num w:numId="5">
    <w:abstractNumId w:val="6"/>
  </w:num>
  <w:num w:numId="6">
    <w:abstractNumId w:val="20"/>
  </w:num>
  <w:num w:numId="7">
    <w:abstractNumId w:val="8"/>
  </w:num>
  <w:num w:numId="8">
    <w:abstractNumId w:val="11"/>
  </w:num>
  <w:num w:numId="9">
    <w:abstractNumId w:val="10"/>
  </w:num>
  <w:num w:numId="10">
    <w:abstractNumId w:val="17"/>
  </w:num>
  <w:num w:numId="11">
    <w:abstractNumId w:val="16"/>
  </w:num>
  <w:num w:numId="12">
    <w:abstractNumId w:val="0"/>
  </w:num>
  <w:num w:numId="13">
    <w:abstractNumId w:val="1"/>
  </w:num>
  <w:num w:numId="14">
    <w:abstractNumId w:val="18"/>
  </w:num>
  <w:num w:numId="15">
    <w:abstractNumId w:val="15"/>
  </w:num>
  <w:num w:numId="16">
    <w:abstractNumId w:val="7"/>
  </w:num>
  <w:num w:numId="17">
    <w:abstractNumId w:val="9"/>
  </w:num>
  <w:num w:numId="18">
    <w:abstractNumId w:val="5"/>
  </w:num>
  <w:num w:numId="19">
    <w:abstractNumId w:val="3"/>
  </w:num>
  <w:num w:numId="20">
    <w:abstractNumId w:val="14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E0"/>
    <w:rsid w:val="00044545"/>
    <w:rsid w:val="00064B78"/>
    <w:rsid w:val="00076CE1"/>
    <w:rsid w:val="000777C6"/>
    <w:rsid w:val="00094A7B"/>
    <w:rsid w:val="000B6D8C"/>
    <w:rsid w:val="000E1715"/>
    <w:rsid w:val="000F7521"/>
    <w:rsid w:val="001048BE"/>
    <w:rsid w:val="001165A8"/>
    <w:rsid w:val="00152858"/>
    <w:rsid w:val="001717A4"/>
    <w:rsid w:val="00180128"/>
    <w:rsid w:val="00181607"/>
    <w:rsid w:val="001B7FB6"/>
    <w:rsid w:val="001D01B0"/>
    <w:rsid w:val="001D599C"/>
    <w:rsid w:val="001D6B6E"/>
    <w:rsid w:val="00201467"/>
    <w:rsid w:val="00234A79"/>
    <w:rsid w:val="0025314F"/>
    <w:rsid w:val="0025518F"/>
    <w:rsid w:val="002659BE"/>
    <w:rsid w:val="00284B54"/>
    <w:rsid w:val="002D6380"/>
    <w:rsid w:val="002F2EE8"/>
    <w:rsid w:val="00356524"/>
    <w:rsid w:val="003716B9"/>
    <w:rsid w:val="00380359"/>
    <w:rsid w:val="003A1673"/>
    <w:rsid w:val="003B1C44"/>
    <w:rsid w:val="003B4396"/>
    <w:rsid w:val="00421C90"/>
    <w:rsid w:val="00433D78"/>
    <w:rsid w:val="00442831"/>
    <w:rsid w:val="00454CA5"/>
    <w:rsid w:val="00477252"/>
    <w:rsid w:val="00492FE2"/>
    <w:rsid w:val="00497E35"/>
    <w:rsid w:val="004A3DEE"/>
    <w:rsid w:val="004B27FE"/>
    <w:rsid w:val="004F0077"/>
    <w:rsid w:val="004F416A"/>
    <w:rsid w:val="00516140"/>
    <w:rsid w:val="00516C88"/>
    <w:rsid w:val="00526159"/>
    <w:rsid w:val="00531005"/>
    <w:rsid w:val="00550FB4"/>
    <w:rsid w:val="00572381"/>
    <w:rsid w:val="005A1E38"/>
    <w:rsid w:val="005A2039"/>
    <w:rsid w:val="005B0673"/>
    <w:rsid w:val="005B438D"/>
    <w:rsid w:val="005D03D0"/>
    <w:rsid w:val="005D1E92"/>
    <w:rsid w:val="005E33F6"/>
    <w:rsid w:val="006030B5"/>
    <w:rsid w:val="00615E13"/>
    <w:rsid w:val="0063100A"/>
    <w:rsid w:val="00634286"/>
    <w:rsid w:val="0067219C"/>
    <w:rsid w:val="00684A9C"/>
    <w:rsid w:val="006C295C"/>
    <w:rsid w:val="006F7638"/>
    <w:rsid w:val="00722A4A"/>
    <w:rsid w:val="0075730C"/>
    <w:rsid w:val="00763B0E"/>
    <w:rsid w:val="007807E0"/>
    <w:rsid w:val="0078194F"/>
    <w:rsid w:val="007E2DBF"/>
    <w:rsid w:val="007E617B"/>
    <w:rsid w:val="00802015"/>
    <w:rsid w:val="008311AB"/>
    <w:rsid w:val="00833F4A"/>
    <w:rsid w:val="008427B5"/>
    <w:rsid w:val="00862BD4"/>
    <w:rsid w:val="008B5ED3"/>
    <w:rsid w:val="008D7289"/>
    <w:rsid w:val="009158D8"/>
    <w:rsid w:val="00920F4A"/>
    <w:rsid w:val="00974579"/>
    <w:rsid w:val="0098423B"/>
    <w:rsid w:val="00991419"/>
    <w:rsid w:val="009B384B"/>
    <w:rsid w:val="009B72FE"/>
    <w:rsid w:val="009C4033"/>
    <w:rsid w:val="009C7298"/>
    <w:rsid w:val="009D1107"/>
    <w:rsid w:val="00A02609"/>
    <w:rsid w:val="00A162D9"/>
    <w:rsid w:val="00A23B0D"/>
    <w:rsid w:val="00A43727"/>
    <w:rsid w:val="00A47963"/>
    <w:rsid w:val="00A56C39"/>
    <w:rsid w:val="00A64408"/>
    <w:rsid w:val="00A82E16"/>
    <w:rsid w:val="00A87214"/>
    <w:rsid w:val="00A903E0"/>
    <w:rsid w:val="00AD3D26"/>
    <w:rsid w:val="00AD694A"/>
    <w:rsid w:val="00AE1856"/>
    <w:rsid w:val="00AE6EBE"/>
    <w:rsid w:val="00AF4B8C"/>
    <w:rsid w:val="00B53066"/>
    <w:rsid w:val="00B614FD"/>
    <w:rsid w:val="00B6207A"/>
    <w:rsid w:val="00B64105"/>
    <w:rsid w:val="00BA1E24"/>
    <w:rsid w:val="00BA4918"/>
    <w:rsid w:val="00BC16EC"/>
    <w:rsid w:val="00C102AB"/>
    <w:rsid w:val="00C325FF"/>
    <w:rsid w:val="00C46D31"/>
    <w:rsid w:val="00C528BD"/>
    <w:rsid w:val="00C77CA2"/>
    <w:rsid w:val="00C8590D"/>
    <w:rsid w:val="00C958D7"/>
    <w:rsid w:val="00C96F03"/>
    <w:rsid w:val="00CA75C1"/>
    <w:rsid w:val="00CD26FB"/>
    <w:rsid w:val="00CD6731"/>
    <w:rsid w:val="00CD7969"/>
    <w:rsid w:val="00CF32C0"/>
    <w:rsid w:val="00CF770C"/>
    <w:rsid w:val="00D22BF6"/>
    <w:rsid w:val="00D35F9D"/>
    <w:rsid w:val="00D434A4"/>
    <w:rsid w:val="00D500ED"/>
    <w:rsid w:val="00D52A5B"/>
    <w:rsid w:val="00D70B65"/>
    <w:rsid w:val="00DA0E17"/>
    <w:rsid w:val="00DA1850"/>
    <w:rsid w:val="00DB2B57"/>
    <w:rsid w:val="00DB5A8F"/>
    <w:rsid w:val="00DB6F7A"/>
    <w:rsid w:val="00DC001E"/>
    <w:rsid w:val="00DF388C"/>
    <w:rsid w:val="00DF7CA6"/>
    <w:rsid w:val="00E068BC"/>
    <w:rsid w:val="00E33412"/>
    <w:rsid w:val="00E402AB"/>
    <w:rsid w:val="00E46780"/>
    <w:rsid w:val="00E60A5F"/>
    <w:rsid w:val="00E86B76"/>
    <w:rsid w:val="00EB7DED"/>
    <w:rsid w:val="00EC0985"/>
    <w:rsid w:val="00ED5ADB"/>
    <w:rsid w:val="00EE6A2A"/>
    <w:rsid w:val="00F0317A"/>
    <w:rsid w:val="00F34DE6"/>
    <w:rsid w:val="00F61376"/>
    <w:rsid w:val="00F93F44"/>
    <w:rsid w:val="00F95493"/>
    <w:rsid w:val="00FB5FCB"/>
    <w:rsid w:val="00FE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3E0"/>
  </w:style>
  <w:style w:type="paragraph" w:styleId="Footer">
    <w:name w:val="footer"/>
    <w:basedOn w:val="Normal"/>
    <w:link w:val="Foot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3E0"/>
  </w:style>
  <w:style w:type="paragraph" w:styleId="ListParagraph">
    <w:name w:val="List Paragraph"/>
    <w:basedOn w:val="Normal"/>
    <w:uiPriority w:val="34"/>
    <w:qFormat/>
    <w:rsid w:val="00A903E0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02AB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2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02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link w:val="TitleChar"/>
    <w:uiPriority w:val="10"/>
    <w:qFormat/>
    <w:rsid w:val="004F0077"/>
    <w:pPr>
      <w:spacing w:after="0" w:line="285" w:lineRule="auto"/>
    </w:pPr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4F0077"/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paragraph" w:styleId="BodyText3">
    <w:name w:val="Body Text 3"/>
    <w:link w:val="BodyText3Char"/>
    <w:uiPriority w:val="99"/>
    <w:unhideWhenUsed/>
    <w:rsid w:val="00152858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rsid w:val="00152858"/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paragraph" w:styleId="NormalWeb">
    <w:name w:val="Normal (Web)"/>
    <w:basedOn w:val="Normal"/>
    <w:uiPriority w:val="99"/>
    <w:semiHidden/>
    <w:unhideWhenUsed/>
    <w:rsid w:val="00631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3E0"/>
  </w:style>
  <w:style w:type="paragraph" w:styleId="Footer">
    <w:name w:val="footer"/>
    <w:basedOn w:val="Normal"/>
    <w:link w:val="FooterChar"/>
    <w:uiPriority w:val="99"/>
    <w:unhideWhenUsed/>
    <w:rsid w:val="00A90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3E0"/>
  </w:style>
  <w:style w:type="paragraph" w:styleId="ListParagraph">
    <w:name w:val="List Paragraph"/>
    <w:basedOn w:val="Normal"/>
    <w:uiPriority w:val="34"/>
    <w:qFormat/>
    <w:rsid w:val="00A903E0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02AB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2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02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link w:val="TitleChar"/>
    <w:uiPriority w:val="10"/>
    <w:qFormat/>
    <w:rsid w:val="004F0077"/>
    <w:pPr>
      <w:spacing w:after="0" w:line="285" w:lineRule="auto"/>
    </w:pPr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4F0077"/>
    <w:rPr>
      <w:rFonts w:ascii="Calibri" w:eastAsia="Times New Roman" w:hAnsi="Calibri" w:cs="Calibri"/>
      <w:color w:val="000000"/>
      <w:spacing w:val="120"/>
      <w:kern w:val="28"/>
      <w:sz w:val="37"/>
      <w:szCs w:val="36"/>
      <w14:ligatures w14:val="standard"/>
      <w14:cntxtAlts/>
    </w:rPr>
  </w:style>
  <w:style w:type="paragraph" w:styleId="BodyText3">
    <w:name w:val="Body Text 3"/>
    <w:link w:val="BodyText3Char"/>
    <w:uiPriority w:val="99"/>
    <w:unhideWhenUsed/>
    <w:rsid w:val="00152858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rsid w:val="00152858"/>
    <w:rPr>
      <w:rFonts w:ascii="Calibri" w:eastAsia="Times New Roman" w:hAnsi="Calibri" w:cs="Calibri"/>
      <w:color w:val="000000"/>
      <w:kern w:val="28"/>
      <w:sz w:val="15"/>
      <w:szCs w:val="18"/>
      <w14:ligatures w14:val="standard"/>
      <w14:cntxtAlts/>
    </w:rPr>
  </w:style>
  <w:style w:type="paragraph" w:styleId="NormalWeb">
    <w:name w:val="Normal (Web)"/>
    <w:basedOn w:val="Normal"/>
    <w:uiPriority w:val="99"/>
    <w:semiHidden/>
    <w:unhideWhenUsed/>
    <w:rsid w:val="00631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6F5DB-D4A1-481D-96AF-1A5F7282D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21333E38</Template>
  <TotalTime>340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Commerce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Ann Davis</dc:creator>
  <cp:keywords/>
  <dc:description/>
  <cp:lastModifiedBy>gaski001</cp:lastModifiedBy>
  <cp:revision>6</cp:revision>
  <cp:lastPrinted>2012-03-13T17:50:00Z</cp:lastPrinted>
  <dcterms:created xsi:type="dcterms:W3CDTF">2012-03-13T17:34:00Z</dcterms:created>
  <dcterms:modified xsi:type="dcterms:W3CDTF">2012-04-19T20:02:00Z</dcterms:modified>
</cp:coreProperties>
</file>